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216198" w:rsidRPr="00216198" w:rsidRDefault="00216198" w:rsidP="005A52E8">
      <w:pPr>
        <w:pStyle w:val="Podnadpis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 w:rsidR="003127C4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4</w:t>
      </w:r>
      <w:r w:rsidR="006F271B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b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 Zadávací dokumentace</w:t>
      </w:r>
    </w:p>
    <w:p w:rsidR="00452C9B" w:rsidRPr="007F7550" w:rsidRDefault="007F7550" w:rsidP="00083180">
      <w:pPr>
        <w:pStyle w:val="Nadpistabulky"/>
        <w:rPr>
          <w:rStyle w:val="FontStyle37"/>
          <w:rFonts w:asciiTheme="minorHAnsi" w:hAnsiTheme="minorHAnsi"/>
          <w:sz w:val="22"/>
          <w:szCs w:val="22"/>
        </w:rPr>
      </w:pPr>
      <w:r>
        <w:rPr>
          <w:rStyle w:val="FontStyle37"/>
          <w:rFonts w:asciiTheme="minorHAnsi" w:hAnsiTheme="minorHAnsi"/>
          <w:sz w:val="22"/>
          <w:szCs w:val="22"/>
        </w:rPr>
        <w:t xml:space="preserve">Specifikace předmětu </w:t>
      </w:r>
      <w:r w:rsidRPr="007F7550">
        <w:rPr>
          <w:rStyle w:val="FontStyle37"/>
          <w:rFonts w:asciiTheme="minorHAnsi" w:hAnsiTheme="minorHAnsi"/>
          <w:sz w:val="22"/>
          <w:szCs w:val="22"/>
        </w:rPr>
        <w:t>dílčích smluv</w:t>
      </w:r>
    </w:p>
    <w:p w:rsidR="00F02EC3" w:rsidRPr="00216198" w:rsidRDefault="008A08D3" w:rsidP="005A52E8">
      <w:pPr>
        <w:pStyle w:val="Podnadpis"/>
        <w:spacing w:before="240"/>
        <w:rPr>
          <w:rStyle w:val="FontStyle37"/>
          <w:rFonts w:asciiTheme="minorHAnsi" w:hAnsiTheme="minorHAnsi"/>
          <w:sz w:val="18"/>
          <w:szCs w:val="18"/>
        </w:rPr>
      </w:pPr>
      <w:r w:rsidRPr="008A08D3">
        <w:rPr>
          <w:rStyle w:val="FontStyle37"/>
          <w:rFonts w:asciiTheme="minorHAnsi" w:hAnsiTheme="minorHAnsi"/>
          <w:sz w:val="18"/>
          <w:szCs w:val="18"/>
        </w:rPr>
        <w:t>„Obvod OŘ Praha – Osazování mobilních toalet“</w:t>
      </w:r>
    </w:p>
    <w:p w:rsidR="00670AC9" w:rsidRPr="008A08D3" w:rsidRDefault="00670AC9" w:rsidP="00BA2AE3">
      <w:pPr>
        <w:rPr>
          <w:rStyle w:val="Siln"/>
        </w:rPr>
      </w:pPr>
      <w:r w:rsidRPr="008A08D3">
        <w:rPr>
          <w:rStyle w:val="Siln"/>
        </w:rPr>
        <w:t>Předmět dílčích smluv</w:t>
      </w:r>
    </w:p>
    <w:p w:rsidR="00642177" w:rsidRDefault="001A615D" w:rsidP="00BA2AE3">
      <w:pPr>
        <w:rPr>
          <w:rStyle w:val="Siln"/>
          <w:b w:val="0"/>
        </w:rPr>
      </w:pPr>
      <w:r w:rsidRPr="001A615D">
        <w:rPr>
          <w:rStyle w:val="Siln"/>
          <w:b w:val="0"/>
        </w:rPr>
        <w:t>Předmětem je poskytování pronájmu</w:t>
      </w:r>
      <w:r>
        <w:rPr>
          <w:rStyle w:val="Siln"/>
          <w:b w:val="0"/>
        </w:rPr>
        <w:t xml:space="preserve"> mobilních toalet</w:t>
      </w:r>
      <w:r w:rsidR="00D77055">
        <w:rPr>
          <w:rStyle w:val="Siln"/>
          <w:b w:val="0"/>
        </w:rPr>
        <w:t xml:space="preserve"> </w:t>
      </w:r>
      <w:r>
        <w:rPr>
          <w:rStyle w:val="Siln"/>
          <w:b w:val="0"/>
        </w:rPr>
        <w:t xml:space="preserve">s doprovodnými službami </w:t>
      </w:r>
      <w:r w:rsidR="001034B9">
        <w:rPr>
          <w:rStyle w:val="Siln"/>
          <w:b w:val="0"/>
        </w:rPr>
        <w:t xml:space="preserve">a pracemi </w:t>
      </w:r>
      <w:r>
        <w:rPr>
          <w:rStyle w:val="Siln"/>
          <w:b w:val="0"/>
        </w:rPr>
        <w:t>specifikovanými níže pro objednatele podle jeho konkrétních potřeb v </w:t>
      </w:r>
      <w:r w:rsidR="00B01CAD">
        <w:rPr>
          <w:rStyle w:val="Siln"/>
          <w:b w:val="0"/>
        </w:rPr>
        <w:t>obvodu</w:t>
      </w:r>
      <w:r>
        <w:rPr>
          <w:rStyle w:val="Siln"/>
          <w:b w:val="0"/>
        </w:rPr>
        <w:t xml:space="preserve"> OŘ Praha.</w:t>
      </w:r>
      <w:r w:rsidR="003D490B">
        <w:rPr>
          <w:rStyle w:val="Siln"/>
          <w:b w:val="0"/>
        </w:rPr>
        <w:t xml:space="preserve"> </w:t>
      </w:r>
    </w:p>
    <w:p w:rsidR="005A52E8" w:rsidRDefault="000A79A9" w:rsidP="00BA2AE3">
      <w:pPr>
        <w:rPr>
          <w:rStyle w:val="Siln"/>
          <w:b w:val="0"/>
        </w:rPr>
      </w:pPr>
      <w:r>
        <w:rPr>
          <w:rStyle w:val="Siln"/>
          <w:b w:val="0"/>
        </w:rPr>
        <w:t>Minimální standard vybavení toalety:</w:t>
      </w:r>
    </w:p>
    <w:p w:rsidR="000A79A9" w:rsidRDefault="000A79A9" w:rsidP="000A79A9">
      <w:pPr>
        <w:pStyle w:val="Odstavecseseznamem"/>
        <w:numPr>
          <w:ilvl w:val="0"/>
          <w:numId w:val="44"/>
        </w:numPr>
        <w:rPr>
          <w:rStyle w:val="Siln"/>
          <w:b w:val="0"/>
        </w:rPr>
      </w:pPr>
      <w:r>
        <w:rPr>
          <w:rStyle w:val="Siln"/>
          <w:b w:val="0"/>
        </w:rPr>
        <w:t>umyvadlo</w:t>
      </w:r>
      <w:r w:rsidR="00A04B33">
        <w:rPr>
          <w:rStyle w:val="Siln"/>
          <w:b w:val="0"/>
        </w:rPr>
        <w:t>,</w:t>
      </w:r>
    </w:p>
    <w:p w:rsidR="000A79A9" w:rsidRDefault="000A79A9" w:rsidP="000A79A9">
      <w:pPr>
        <w:pStyle w:val="Odstavecseseznamem"/>
        <w:numPr>
          <w:ilvl w:val="0"/>
          <w:numId w:val="44"/>
        </w:numPr>
        <w:rPr>
          <w:rStyle w:val="Siln"/>
          <w:b w:val="0"/>
        </w:rPr>
      </w:pPr>
      <w:r>
        <w:rPr>
          <w:rStyle w:val="Siln"/>
          <w:b w:val="0"/>
        </w:rPr>
        <w:t xml:space="preserve">fekální nádrž </w:t>
      </w:r>
      <w:r w:rsidR="00687A65">
        <w:rPr>
          <w:rStyle w:val="Siln"/>
          <w:b w:val="0"/>
        </w:rPr>
        <w:t xml:space="preserve">min. </w:t>
      </w:r>
      <w:r>
        <w:rPr>
          <w:rStyle w:val="Siln"/>
          <w:b w:val="0"/>
        </w:rPr>
        <w:t>250 l</w:t>
      </w:r>
      <w:r w:rsidR="00A04B33">
        <w:rPr>
          <w:rStyle w:val="Siln"/>
          <w:b w:val="0"/>
        </w:rPr>
        <w:t>,</w:t>
      </w:r>
    </w:p>
    <w:p w:rsidR="000A79A9" w:rsidRDefault="000A79A9" w:rsidP="000A79A9">
      <w:pPr>
        <w:pStyle w:val="Odstavecseseznamem"/>
        <w:numPr>
          <w:ilvl w:val="0"/>
          <w:numId w:val="44"/>
        </w:numPr>
        <w:rPr>
          <w:rStyle w:val="Siln"/>
          <w:b w:val="0"/>
        </w:rPr>
      </w:pPr>
      <w:r>
        <w:rPr>
          <w:rStyle w:val="Siln"/>
          <w:b w:val="0"/>
        </w:rPr>
        <w:t>držák na 2 role toaletního papíru</w:t>
      </w:r>
      <w:r w:rsidR="00A04B33">
        <w:rPr>
          <w:rStyle w:val="Siln"/>
          <w:b w:val="0"/>
        </w:rPr>
        <w:t>,</w:t>
      </w:r>
    </w:p>
    <w:p w:rsidR="000A79A9" w:rsidRDefault="000A79A9" w:rsidP="000A79A9">
      <w:pPr>
        <w:pStyle w:val="Odstavecseseznamem"/>
        <w:numPr>
          <w:ilvl w:val="0"/>
          <w:numId w:val="44"/>
        </w:numPr>
        <w:rPr>
          <w:rStyle w:val="Siln"/>
          <w:b w:val="0"/>
        </w:rPr>
      </w:pPr>
      <w:r>
        <w:rPr>
          <w:rStyle w:val="Siln"/>
          <w:b w:val="0"/>
        </w:rPr>
        <w:t>dveřní uzamykací systém s ukazatelem obsazenosti</w:t>
      </w:r>
      <w:r w:rsidR="00A04B33">
        <w:rPr>
          <w:rStyle w:val="Siln"/>
          <w:b w:val="0"/>
        </w:rPr>
        <w:t>,</w:t>
      </w:r>
    </w:p>
    <w:p w:rsidR="000A79A9" w:rsidRDefault="000A79A9" w:rsidP="000A79A9">
      <w:pPr>
        <w:pStyle w:val="Odstavecseseznamem"/>
        <w:numPr>
          <w:ilvl w:val="0"/>
          <w:numId w:val="44"/>
        </w:numPr>
        <w:rPr>
          <w:rStyle w:val="Siln"/>
          <w:b w:val="0"/>
        </w:rPr>
      </w:pPr>
      <w:r>
        <w:rPr>
          <w:rStyle w:val="Siln"/>
          <w:b w:val="0"/>
        </w:rPr>
        <w:t>zásobník na čistou vodu pro mytí rukou</w:t>
      </w:r>
      <w:r w:rsidR="00687A65">
        <w:rPr>
          <w:rStyle w:val="Siln"/>
          <w:b w:val="0"/>
        </w:rPr>
        <w:t xml:space="preserve"> min.</w:t>
      </w:r>
      <w:bookmarkStart w:id="0" w:name="_GoBack"/>
      <w:bookmarkEnd w:id="0"/>
      <w:r>
        <w:rPr>
          <w:rStyle w:val="Siln"/>
          <w:b w:val="0"/>
        </w:rPr>
        <w:t xml:space="preserve"> 40 l</w:t>
      </w:r>
      <w:r w:rsidR="00A04B33">
        <w:rPr>
          <w:rStyle w:val="Siln"/>
          <w:b w:val="0"/>
        </w:rPr>
        <w:t>,</w:t>
      </w:r>
    </w:p>
    <w:p w:rsidR="000A79A9" w:rsidRDefault="000A79A9" w:rsidP="000A79A9">
      <w:pPr>
        <w:pStyle w:val="Odstavecseseznamem"/>
        <w:numPr>
          <w:ilvl w:val="0"/>
          <w:numId w:val="44"/>
        </w:numPr>
        <w:rPr>
          <w:rStyle w:val="Siln"/>
          <w:b w:val="0"/>
        </w:rPr>
      </w:pPr>
      <w:r>
        <w:rPr>
          <w:rStyle w:val="Siln"/>
          <w:b w:val="0"/>
        </w:rPr>
        <w:t>dávkovač na tekuté mýdlo</w:t>
      </w:r>
      <w:r w:rsidR="00A04B33">
        <w:rPr>
          <w:rStyle w:val="Siln"/>
          <w:b w:val="0"/>
        </w:rPr>
        <w:t>,</w:t>
      </w:r>
    </w:p>
    <w:p w:rsidR="000A79A9" w:rsidRPr="000A79A9" w:rsidRDefault="000A79A9" w:rsidP="000A79A9">
      <w:pPr>
        <w:pStyle w:val="Odstavecseseznamem"/>
        <w:numPr>
          <w:ilvl w:val="0"/>
          <w:numId w:val="44"/>
        </w:numPr>
        <w:rPr>
          <w:rStyle w:val="Siln"/>
          <w:b w:val="0"/>
        </w:rPr>
      </w:pPr>
      <w:r>
        <w:rPr>
          <w:rStyle w:val="Siln"/>
          <w:b w:val="0"/>
        </w:rPr>
        <w:t>háček na oděvy.</w:t>
      </w:r>
    </w:p>
    <w:p w:rsidR="00110F65" w:rsidRDefault="0086362E" w:rsidP="00BA2AE3">
      <w:pPr>
        <w:rPr>
          <w:rStyle w:val="FontStyle38"/>
          <w:rFonts w:asciiTheme="minorHAnsi" w:hAnsiTheme="minorHAnsi"/>
          <w:sz w:val="18"/>
          <w:szCs w:val="18"/>
        </w:rPr>
      </w:pPr>
      <w:r w:rsidRPr="0086362E">
        <w:rPr>
          <w:rStyle w:val="FontStyle38"/>
          <w:rFonts w:asciiTheme="minorHAnsi" w:hAnsiTheme="minorHAnsi"/>
          <w:sz w:val="18"/>
          <w:szCs w:val="18"/>
        </w:rPr>
        <w:t xml:space="preserve">Součástí pronájmu </w:t>
      </w:r>
      <w:r w:rsidR="00110F65">
        <w:rPr>
          <w:rStyle w:val="FontStyle38"/>
          <w:rFonts w:asciiTheme="minorHAnsi" w:hAnsiTheme="minorHAnsi"/>
          <w:sz w:val="18"/>
          <w:szCs w:val="18"/>
        </w:rPr>
        <w:t>jsou následující doprovodné služby</w:t>
      </w:r>
      <w:r w:rsidR="001034B9">
        <w:rPr>
          <w:rStyle w:val="FontStyle38"/>
          <w:rFonts w:asciiTheme="minorHAnsi" w:hAnsiTheme="minorHAnsi"/>
          <w:sz w:val="18"/>
          <w:szCs w:val="18"/>
        </w:rPr>
        <w:t xml:space="preserve"> a práce</w:t>
      </w:r>
      <w:r w:rsidR="00110F65">
        <w:rPr>
          <w:rStyle w:val="FontStyle38"/>
          <w:rFonts w:asciiTheme="minorHAnsi" w:hAnsiTheme="minorHAnsi"/>
          <w:sz w:val="18"/>
          <w:szCs w:val="18"/>
        </w:rPr>
        <w:t>:</w:t>
      </w:r>
      <w:r w:rsidRPr="0086362E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642177">
        <w:rPr>
          <w:rStyle w:val="FontStyle38"/>
          <w:rFonts w:asciiTheme="minorHAnsi" w:hAnsiTheme="minorHAnsi"/>
          <w:sz w:val="18"/>
          <w:szCs w:val="18"/>
        </w:rPr>
        <w:t>doprava na místo</w:t>
      </w:r>
      <w:r w:rsidRPr="0086362E">
        <w:rPr>
          <w:rStyle w:val="FontStyle38"/>
          <w:rFonts w:asciiTheme="minorHAnsi" w:hAnsiTheme="minorHAnsi"/>
          <w:sz w:val="18"/>
          <w:szCs w:val="18"/>
        </w:rPr>
        <w:t>, instalace</w:t>
      </w:r>
      <w:r w:rsidR="00110F65">
        <w:rPr>
          <w:rStyle w:val="FontStyle38"/>
          <w:rFonts w:asciiTheme="minorHAnsi" w:hAnsiTheme="minorHAnsi"/>
          <w:sz w:val="18"/>
          <w:szCs w:val="18"/>
        </w:rPr>
        <w:t xml:space="preserve"> včetně úpravy pozemku pod mobilní toaletou</w:t>
      </w:r>
      <w:r w:rsidRPr="0086362E">
        <w:rPr>
          <w:rStyle w:val="FontStyle38"/>
          <w:rFonts w:asciiTheme="minorHAnsi" w:hAnsiTheme="minorHAnsi"/>
          <w:sz w:val="18"/>
          <w:szCs w:val="18"/>
        </w:rPr>
        <w:t xml:space="preserve">, odvoz, </w:t>
      </w:r>
      <w:r w:rsidR="00642177">
        <w:rPr>
          <w:rStyle w:val="FontStyle38"/>
          <w:rFonts w:asciiTheme="minorHAnsi" w:hAnsiTheme="minorHAnsi"/>
          <w:sz w:val="18"/>
          <w:szCs w:val="18"/>
        </w:rPr>
        <w:t xml:space="preserve">úklid pozemku, </w:t>
      </w:r>
      <w:r w:rsidRPr="0086362E">
        <w:rPr>
          <w:rStyle w:val="FontStyle38"/>
          <w:rFonts w:asciiTheme="minorHAnsi" w:hAnsiTheme="minorHAnsi"/>
          <w:sz w:val="18"/>
          <w:szCs w:val="18"/>
        </w:rPr>
        <w:t>konečné či</w:t>
      </w:r>
      <w:r w:rsidR="00110F65">
        <w:rPr>
          <w:rStyle w:val="FontStyle38"/>
          <w:rFonts w:asciiTheme="minorHAnsi" w:hAnsiTheme="minorHAnsi"/>
          <w:sz w:val="18"/>
          <w:szCs w:val="18"/>
        </w:rPr>
        <w:t>štění a desinfekce celé toalety.</w:t>
      </w:r>
    </w:p>
    <w:p w:rsidR="00BC0BB3" w:rsidRDefault="00110F65" w:rsidP="00BA2AE3">
      <w:pPr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 xml:space="preserve">Součástí pronájmu je také </w:t>
      </w:r>
      <w:r w:rsidR="00D77055">
        <w:rPr>
          <w:rStyle w:val="FontStyle38"/>
          <w:rFonts w:asciiTheme="minorHAnsi" w:hAnsiTheme="minorHAnsi"/>
          <w:sz w:val="18"/>
          <w:szCs w:val="18"/>
        </w:rPr>
        <w:t>servis</w:t>
      </w:r>
      <w:r w:rsidR="0037104D">
        <w:rPr>
          <w:rStyle w:val="FontStyle38"/>
          <w:rFonts w:asciiTheme="minorHAnsi" w:hAnsiTheme="minorHAnsi"/>
          <w:sz w:val="18"/>
          <w:szCs w:val="18"/>
        </w:rPr>
        <w:t xml:space="preserve"> 1x nebo 2x týdně</w:t>
      </w:r>
      <w:r w:rsidR="00D77055">
        <w:rPr>
          <w:rStyle w:val="FontStyle38"/>
          <w:rFonts w:asciiTheme="minorHAnsi" w:hAnsiTheme="minorHAnsi"/>
          <w:sz w:val="18"/>
          <w:szCs w:val="18"/>
        </w:rPr>
        <w:t xml:space="preserve">: </w:t>
      </w:r>
      <w:r w:rsidR="0086362E" w:rsidRPr="0086362E">
        <w:rPr>
          <w:rStyle w:val="FontStyle38"/>
          <w:rFonts w:asciiTheme="minorHAnsi" w:hAnsiTheme="minorHAnsi"/>
          <w:sz w:val="18"/>
          <w:szCs w:val="18"/>
        </w:rPr>
        <w:t xml:space="preserve">vyčerpání objemu </w:t>
      </w:r>
      <w:r w:rsidR="000A79A9">
        <w:rPr>
          <w:rStyle w:val="FontStyle38"/>
          <w:rFonts w:asciiTheme="minorHAnsi" w:hAnsiTheme="minorHAnsi"/>
          <w:sz w:val="18"/>
          <w:szCs w:val="18"/>
        </w:rPr>
        <w:t>fekální nádrže</w:t>
      </w:r>
      <w:r w:rsidR="0086362E" w:rsidRPr="0086362E">
        <w:rPr>
          <w:rStyle w:val="FontStyle38"/>
          <w:rFonts w:asciiTheme="minorHAnsi" w:hAnsiTheme="minorHAnsi"/>
          <w:sz w:val="18"/>
          <w:szCs w:val="18"/>
        </w:rPr>
        <w:t xml:space="preserve"> včetně odvozu k likvida</w:t>
      </w:r>
      <w:r w:rsidR="00D77055">
        <w:rPr>
          <w:rStyle w:val="FontStyle38"/>
          <w:rFonts w:asciiTheme="minorHAnsi" w:hAnsiTheme="minorHAnsi"/>
          <w:sz w:val="18"/>
          <w:szCs w:val="18"/>
        </w:rPr>
        <w:t xml:space="preserve">ci, čištění a desinfekce toalety, doplnění </w:t>
      </w:r>
      <w:r w:rsidR="00642177">
        <w:rPr>
          <w:rStyle w:val="FontStyle38"/>
          <w:rFonts w:asciiTheme="minorHAnsi" w:hAnsiTheme="minorHAnsi"/>
          <w:sz w:val="18"/>
          <w:szCs w:val="18"/>
        </w:rPr>
        <w:t>hygienických potřeb a kapalin.</w:t>
      </w:r>
    </w:p>
    <w:p w:rsidR="0037104D" w:rsidRDefault="0037104D" w:rsidP="0037104D">
      <w:pPr>
        <w:rPr>
          <w:rFonts w:cs="Times New Roman"/>
          <w:color w:val="000000"/>
        </w:rPr>
      </w:pPr>
      <w:r w:rsidRPr="0037104D">
        <w:rPr>
          <w:rFonts w:cs="Times New Roman"/>
          <w:color w:val="000000"/>
        </w:rPr>
        <w:t xml:space="preserve">Součástí pronájmu může být také mimořádné neplánované čištění nad rámec pravidelného servisu. </w:t>
      </w:r>
    </w:p>
    <w:p w:rsidR="0037104D" w:rsidRPr="0037104D" w:rsidRDefault="0037104D" w:rsidP="0037104D">
      <w:pPr>
        <w:rPr>
          <w:rFonts w:cs="Times New Roman"/>
          <w:color w:val="000000"/>
        </w:rPr>
      </w:pPr>
      <w:r w:rsidRPr="0037104D">
        <w:rPr>
          <w:rFonts w:cs="Times New Roman"/>
          <w:color w:val="000000"/>
        </w:rPr>
        <w:t>Přistavení mobilní toalety do 3 dnů od akceptace objednávky.</w:t>
      </w:r>
    </w:p>
    <w:p w:rsidR="0037104D" w:rsidRPr="0037104D" w:rsidRDefault="0037104D" w:rsidP="0037104D">
      <w:pPr>
        <w:rPr>
          <w:rFonts w:cs="Times New Roman"/>
          <w:color w:val="000000"/>
        </w:rPr>
      </w:pPr>
      <w:r w:rsidRPr="0037104D">
        <w:rPr>
          <w:rFonts w:cs="Times New Roman"/>
          <w:color w:val="000000"/>
        </w:rPr>
        <w:t>Možnost havarijního přistavení jakéhokoliv počtu WC na 1 místo do 3h od nahlášení požadavku v pracovní i mimopracovní době, víkendech a svátcích.</w:t>
      </w:r>
    </w:p>
    <w:p w:rsidR="00670AC9" w:rsidRPr="00060B6D" w:rsidRDefault="00670AC9" w:rsidP="00BA2AE3">
      <w:pPr>
        <w:rPr>
          <w:rStyle w:val="Siln"/>
        </w:rPr>
      </w:pPr>
      <w:r w:rsidRPr="00060B6D">
        <w:rPr>
          <w:rStyle w:val="Siln"/>
        </w:rPr>
        <w:t>Místo</w:t>
      </w:r>
      <w:r w:rsidR="00BC6413" w:rsidRPr="00060B6D">
        <w:rPr>
          <w:rStyle w:val="Siln"/>
        </w:rPr>
        <w:t xml:space="preserve"> plnění </w:t>
      </w:r>
    </w:p>
    <w:p w:rsidR="00FB54EB" w:rsidRPr="00FB54EB" w:rsidRDefault="00060B6D" w:rsidP="00FB54EB">
      <w:pPr>
        <w:pStyle w:val="Bezmezer"/>
        <w:rPr>
          <w:rStyle w:val="FontStyle38"/>
          <w:rFonts w:asciiTheme="minorHAnsi" w:hAnsiTheme="minorHAnsi" w:cstheme="minorBidi"/>
          <w:color w:val="auto"/>
          <w:sz w:val="18"/>
          <w:szCs w:val="18"/>
        </w:rPr>
      </w:pPr>
      <w:r w:rsidRPr="00060B6D">
        <w:rPr>
          <w:rStyle w:val="FontStyle38"/>
          <w:rFonts w:asciiTheme="minorHAnsi" w:hAnsiTheme="minorHAnsi"/>
          <w:sz w:val="18"/>
          <w:szCs w:val="18"/>
        </w:rPr>
        <w:t xml:space="preserve">Místo Plnění je v obvodu OŘ Praha, jehož hranice jsou vyobrazeny v Mapě obvodu SPS OŘ Praha, která je přílohou č. </w:t>
      </w:r>
      <w:r w:rsidR="0037104D">
        <w:rPr>
          <w:rStyle w:val="FontStyle38"/>
          <w:rFonts w:asciiTheme="minorHAnsi" w:hAnsiTheme="minorHAnsi"/>
          <w:sz w:val="18"/>
          <w:szCs w:val="18"/>
        </w:rPr>
        <w:t>8</w:t>
      </w:r>
      <w:r w:rsidRPr="00060B6D">
        <w:rPr>
          <w:rStyle w:val="FontStyle38"/>
          <w:rFonts w:asciiTheme="minorHAnsi" w:hAnsiTheme="minorHAnsi"/>
          <w:sz w:val="18"/>
          <w:szCs w:val="18"/>
        </w:rPr>
        <w:t xml:space="preserve"> Rámcové dohody. Místo Plnění dílčích smluv </w:t>
      </w:r>
      <w:r w:rsidR="007A3DF1">
        <w:rPr>
          <w:rStyle w:val="FontStyle38"/>
          <w:rFonts w:asciiTheme="minorHAnsi" w:hAnsiTheme="minorHAnsi"/>
          <w:sz w:val="18"/>
          <w:szCs w:val="18"/>
        </w:rPr>
        <w:t>bude zpravidla</w:t>
      </w:r>
      <w:r w:rsidRPr="00060B6D">
        <w:rPr>
          <w:rStyle w:val="FontStyle38"/>
          <w:rFonts w:asciiTheme="minorHAnsi" w:hAnsiTheme="minorHAnsi"/>
          <w:sz w:val="18"/>
          <w:szCs w:val="18"/>
        </w:rPr>
        <w:t xml:space="preserve"> uvedeno v</w:t>
      </w:r>
      <w:r w:rsidR="007A3DF1">
        <w:rPr>
          <w:rStyle w:val="FontStyle38"/>
          <w:rFonts w:asciiTheme="minorHAnsi" w:hAnsiTheme="minorHAnsi"/>
          <w:sz w:val="18"/>
          <w:szCs w:val="18"/>
        </w:rPr>
        <w:t> jednotlivých dílčích smlouvách</w:t>
      </w:r>
      <w:r w:rsidR="001A68A2">
        <w:rPr>
          <w:rStyle w:val="FontStyle38"/>
          <w:rFonts w:asciiTheme="minorHAnsi" w:hAnsiTheme="minorHAnsi"/>
          <w:sz w:val="18"/>
          <w:szCs w:val="18"/>
        </w:rPr>
        <w:t>/objednávkách</w:t>
      </w:r>
      <w:r w:rsidR="00593782">
        <w:rPr>
          <w:rStyle w:val="FontStyle38"/>
          <w:rFonts w:asciiTheme="minorHAnsi" w:hAnsiTheme="minorHAnsi"/>
          <w:sz w:val="18"/>
          <w:szCs w:val="18"/>
        </w:rPr>
        <w:t>. Dopravu do a z místa p</w:t>
      </w:r>
      <w:r w:rsidRPr="00060B6D">
        <w:rPr>
          <w:rStyle w:val="FontStyle38"/>
          <w:rFonts w:asciiTheme="minorHAnsi" w:hAnsiTheme="minorHAnsi"/>
          <w:sz w:val="18"/>
          <w:szCs w:val="18"/>
        </w:rPr>
        <w:t xml:space="preserve">lnění zajišťuje </w:t>
      </w:r>
      <w:r w:rsidR="00593782">
        <w:rPr>
          <w:rStyle w:val="FontStyle38"/>
          <w:rFonts w:asciiTheme="minorHAnsi" w:hAnsiTheme="minorHAnsi"/>
          <w:sz w:val="18"/>
          <w:szCs w:val="18"/>
        </w:rPr>
        <w:t>Zhotovi</w:t>
      </w:r>
      <w:r w:rsidRPr="00060B6D">
        <w:rPr>
          <w:rStyle w:val="FontStyle38"/>
          <w:rFonts w:asciiTheme="minorHAnsi" w:hAnsiTheme="minorHAnsi"/>
          <w:sz w:val="18"/>
          <w:szCs w:val="18"/>
        </w:rPr>
        <w:t>tel.</w:t>
      </w:r>
    </w:p>
    <w:sectPr w:rsidR="00FB54EB" w:rsidRPr="00FB54EB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A85" w:rsidRDefault="00AB2A85" w:rsidP="00962258">
      <w:pPr>
        <w:spacing w:after="0" w:line="240" w:lineRule="auto"/>
      </w:pPr>
      <w:r>
        <w:separator/>
      </w:r>
    </w:p>
  </w:endnote>
  <w:end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2A6E7C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593782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0E704D9" wp14:editId="59B1AE1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8459A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712145" wp14:editId="5F16174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72E6F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EA908E" wp14:editId="63B85F2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A48DF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326D3D3" wp14:editId="739927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6A6DC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A85" w:rsidRDefault="00AB2A85" w:rsidP="00962258">
      <w:pPr>
        <w:spacing w:after="0" w:line="240" w:lineRule="auto"/>
      </w:pPr>
      <w:r>
        <w:separator/>
      </w:r>
    </w:p>
  </w:footnote>
  <w:foot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Pr="00D6163D" w:rsidRDefault="002304A9" w:rsidP="00D6163D">
          <w:pPr>
            <w:pStyle w:val="Druhdokumentu"/>
          </w:pPr>
        </w:p>
      </w:tc>
    </w:tr>
  </w:tbl>
  <w:p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Pr="00D6163D" w:rsidRDefault="002304A9" w:rsidP="00FC6389">
          <w:pPr>
            <w:pStyle w:val="Druhdokumentu"/>
          </w:pPr>
        </w:p>
      </w:tc>
    </w:tr>
    <w:tr w:rsidR="002304A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Druhdokumentu"/>
            <w:rPr>
              <w:noProof/>
            </w:rPr>
          </w:pPr>
        </w:p>
      </w:tc>
    </w:tr>
  </w:tbl>
  <w:p w:rsidR="002304A9" w:rsidRPr="00D6163D" w:rsidRDefault="002304A9" w:rsidP="00FC6389">
    <w:pPr>
      <w:pStyle w:val="Zhlav"/>
      <w:rPr>
        <w:sz w:val="8"/>
        <w:szCs w:val="8"/>
      </w:rPr>
    </w:pPr>
  </w:p>
  <w:p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7"/>
  </w:num>
  <w:num w:numId="4">
    <w:abstractNumId w:val="34"/>
  </w:num>
  <w:num w:numId="5">
    <w:abstractNumId w:val="21"/>
  </w:num>
  <w:num w:numId="6">
    <w:abstractNumId w:val="26"/>
  </w:num>
  <w:num w:numId="7">
    <w:abstractNumId w:val="24"/>
  </w:num>
  <w:num w:numId="8">
    <w:abstractNumId w:val="32"/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30"/>
  </w:num>
  <w:num w:numId="12">
    <w:abstractNumId w:val="1"/>
  </w:num>
  <w:num w:numId="13">
    <w:abstractNumId w:val="22"/>
  </w:num>
  <w:num w:numId="14">
    <w:abstractNumId w:val="22"/>
    <w:lvlOverride w:ilvl="0">
      <w:startOverride w:val="1"/>
    </w:lvlOverride>
  </w:num>
  <w:num w:numId="15">
    <w:abstractNumId w:val="14"/>
  </w:num>
  <w:num w:numId="16">
    <w:abstractNumId w:val="7"/>
  </w:num>
  <w:num w:numId="17">
    <w:abstractNumId w:val="25"/>
  </w:num>
  <w:num w:numId="18">
    <w:abstractNumId w:val="9"/>
  </w:num>
  <w:num w:numId="19">
    <w:abstractNumId w:val="5"/>
  </w:num>
  <w:num w:numId="20">
    <w:abstractNumId w:val="19"/>
  </w:num>
  <w:num w:numId="21">
    <w:abstractNumId w:val="33"/>
  </w:num>
  <w:num w:numId="22">
    <w:abstractNumId w:val="12"/>
  </w:num>
  <w:num w:numId="23">
    <w:abstractNumId w:val="31"/>
  </w:num>
  <w:num w:numId="24">
    <w:abstractNumId w:val="15"/>
  </w:num>
  <w:num w:numId="25">
    <w:abstractNumId w:val="3"/>
  </w:num>
  <w:num w:numId="26">
    <w:abstractNumId w:val="10"/>
  </w:num>
  <w:num w:numId="27">
    <w:abstractNumId w:val="4"/>
  </w:num>
  <w:num w:numId="28">
    <w:abstractNumId w:val="16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28"/>
  </w:num>
  <w:num w:numId="31">
    <w:abstractNumId w:val="29"/>
  </w:num>
  <w:num w:numId="32">
    <w:abstractNumId w:val="8"/>
  </w:num>
  <w:num w:numId="33">
    <w:abstractNumId w:val="2"/>
  </w:num>
  <w:num w:numId="34">
    <w:abstractNumId w:val="27"/>
  </w:num>
  <w:num w:numId="35">
    <w:abstractNumId w:val="21"/>
  </w:num>
  <w:num w:numId="36">
    <w:abstractNumId w:val="21"/>
  </w:num>
  <w:num w:numId="37">
    <w:abstractNumId w:val="21"/>
  </w:num>
  <w:num w:numId="38">
    <w:abstractNumId w:val="13"/>
  </w:num>
  <w:num w:numId="39">
    <w:abstractNumId w:val="6"/>
  </w:num>
  <w:num w:numId="40">
    <w:abstractNumId w:val="23"/>
  </w:num>
  <w:num w:numId="41">
    <w:abstractNumId w:val="36"/>
  </w:num>
  <w:num w:numId="42">
    <w:abstractNumId w:val="18"/>
  </w:num>
  <w:num w:numId="43">
    <w:abstractNumId w:val="20"/>
  </w:num>
  <w:num w:numId="44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71681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9B"/>
    <w:rsid w:val="000270D3"/>
    <w:rsid w:val="00027341"/>
    <w:rsid w:val="00033432"/>
    <w:rsid w:val="00035ED4"/>
    <w:rsid w:val="00056C37"/>
    <w:rsid w:val="00060B6D"/>
    <w:rsid w:val="00072C1E"/>
    <w:rsid w:val="00083180"/>
    <w:rsid w:val="000A79A9"/>
    <w:rsid w:val="000B7907"/>
    <w:rsid w:val="000E3C12"/>
    <w:rsid w:val="000F0154"/>
    <w:rsid w:val="000F33DD"/>
    <w:rsid w:val="001034B9"/>
    <w:rsid w:val="00105F11"/>
    <w:rsid w:val="00110F65"/>
    <w:rsid w:val="00114472"/>
    <w:rsid w:val="00123571"/>
    <w:rsid w:val="00124DC7"/>
    <w:rsid w:val="00131575"/>
    <w:rsid w:val="0013555A"/>
    <w:rsid w:val="00151C70"/>
    <w:rsid w:val="00170EC5"/>
    <w:rsid w:val="001747C1"/>
    <w:rsid w:val="0018596A"/>
    <w:rsid w:val="001A4AC4"/>
    <w:rsid w:val="001A615D"/>
    <w:rsid w:val="001A68A2"/>
    <w:rsid w:val="001C7F16"/>
    <w:rsid w:val="001D6D78"/>
    <w:rsid w:val="001F75D4"/>
    <w:rsid w:val="0020406A"/>
    <w:rsid w:val="00207DF5"/>
    <w:rsid w:val="00216198"/>
    <w:rsid w:val="002304A9"/>
    <w:rsid w:val="00240D15"/>
    <w:rsid w:val="00244ABC"/>
    <w:rsid w:val="0024519A"/>
    <w:rsid w:val="00252DB1"/>
    <w:rsid w:val="002617A6"/>
    <w:rsid w:val="0026785D"/>
    <w:rsid w:val="002A5F4A"/>
    <w:rsid w:val="002A6652"/>
    <w:rsid w:val="002A6E7C"/>
    <w:rsid w:val="002A6FE2"/>
    <w:rsid w:val="002B2EDF"/>
    <w:rsid w:val="002B4B73"/>
    <w:rsid w:val="002C31BF"/>
    <w:rsid w:val="002E0CD7"/>
    <w:rsid w:val="003066B6"/>
    <w:rsid w:val="003112AB"/>
    <w:rsid w:val="003127C4"/>
    <w:rsid w:val="0031758F"/>
    <w:rsid w:val="00322C41"/>
    <w:rsid w:val="00326A11"/>
    <w:rsid w:val="0033257B"/>
    <w:rsid w:val="0034053A"/>
    <w:rsid w:val="00352B6C"/>
    <w:rsid w:val="00353E06"/>
    <w:rsid w:val="0035743E"/>
    <w:rsid w:val="00357BC6"/>
    <w:rsid w:val="00360404"/>
    <w:rsid w:val="003617B4"/>
    <w:rsid w:val="00364ADD"/>
    <w:rsid w:val="0037104D"/>
    <w:rsid w:val="003956C6"/>
    <w:rsid w:val="003B67A9"/>
    <w:rsid w:val="003B6E6A"/>
    <w:rsid w:val="003C27CD"/>
    <w:rsid w:val="003C70A3"/>
    <w:rsid w:val="003D2424"/>
    <w:rsid w:val="003D490B"/>
    <w:rsid w:val="003D512A"/>
    <w:rsid w:val="003E4FA7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370"/>
    <w:rsid w:val="00486107"/>
    <w:rsid w:val="00491827"/>
    <w:rsid w:val="004B09BA"/>
    <w:rsid w:val="004C4399"/>
    <w:rsid w:val="004C69ED"/>
    <w:rsid w:val="004C787C"/>
    <w:rsid w:val="004C78C9"/>
    <w:rsid w:val="004E5890"/>
    <w:rsid w:val="004E77D0"/>
    <w:rsid w:val="004F4B9B"/>
    <w:rsid w:val="0050237B"/>
    <w:rsid w:val="00511AB9"/>
    <w:rsid w:val="00520F08"/>
    <w:rsid w:val="00523EA7"/>
    <w:rsid w:val="00553375"/>
    <w:rsid w:val="0055796B"/>
    <w:rsid w:val="005658A6"/>
    <w:rsid w:val="005736B7"/>
    <w:rsid w:val="00574146"/>
    <w:rsid w:val="00575E5A"/>
    <w:rsid w:val="00593782"/>
    <w:rsid w:val="00596C7E"/>
    <w:rsid w:val="005A0177"/>
    <w:rsid w:val="005A52E8"/>
    <w:rsid w:val="005A64E9"/>
    <w:rsid w:val="00602B71"/>
    <w:rsid w:val="0061068E"/>
    <w:rsid w:val="0062369C"/>
    <w:rsid w:val="00642177"/>
    <w:rsid w:val="00660AD3"/>
    <w:rsid w:val="00670AC9"/>
    <w:rsid w:val="00673B82"/>
    <w:rsid w:val="00687A65"/>
    <w:rsid w:val="006A5570"/>
    <w:rsid w:val="006A689C"/>
    <w:rsid w:val="006B3D79"/>
    <w:rsid w:val="006C01E5"/>
    <w:rsid w:val="006C1FD5"/>
    <w:rsid w:val="006E0578"/>
    <w:rsid w:val="006E314D"/>
    <w:rsid w:val="006F271B"/>
    <w:rsid w:val="006F38FD"/>
    <w:rsid w:val="00710723"/>
    <w:rsid w:val="0071577A"/>
    <w:rsid w:val="00723ED1"/>
    <w:rsid w:val="00743525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A3DF1"/>
    <w:rsid w:val="007B570C"/>
    <w:rsid w:val="007E4A6E"/>
    <w:rsid w:val="007E61C2"/>
    <w:rsid w:val="007F56A7"/>
    <w:rsid w:val="007F7550"/>
    <w:rsid w:val="00800706"/>
    <w:rsid w:val="00807DD0"/>
    <w:rsid w:val="00812143"/>
    <w:rsid w:val="00813F11"/>
    <w:rsid w:val="00860357"/>
    <w:rsid w:val="0086362E"/>
    <w:rsid w:val="00897294"/>
    <w:rsid w:val="008A08D3"/>
    <w:rsid w:val="008A3568"/>
    <w:rsid w:val="008A416F"/>
    <w:rsid w:val="008B1904"/>
    <w:rsid w:val="008C1553"/>
    <w:rsid w:val="008D03B9"/>
    <w:rsid w:val="008D1E1E"/>
    <w:rsid w:val="008D5B06"/>
    <w:rsid w:val="008E0D10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92D9C"/>
    <w:rsid w:val="009932D2"/>
    <w:rsid w:val="00996CB8"/>
    <w:rsid w:val="009B2E97"/>
    <w:rsid w:val="009B72CC"/>
    <w:rsid w:val="009E07F4"/>
    <w:rsid w:val="009E6200"/>
    <w:rsid w:val="009F392E"/>
    <w:rsid w:val="00A04829"/>
    <w:rsid w:val="00A04B33"/>
    <w:rsid w:val="00A15322"/>
    <w:rsid w:val="00A223C4"/>
    <w:rsid w:val="00A36DC5"/>
    <w:rsid w:val="00A44328"/>
    <w:rsid w:val="00A456C7"/>
    <w:rsid w:val="00A6177B"/>
    <w:rsid w:val="00A66136"/>
    <w:rsid w:val="00A935A1"/>
    <w:rsid w:val="00AA4CBB"/>
    <w:rsid w:val="00AA65FA"/>
    <w:rsid w:val="00AA7351"/>
    <w:rsid w:val="00AB2A85"/>
    <w:rsid w:val="00AD056F"/>
    <w:rsid w:val="00AD3774"/>
    <w:rsid w:val="00AD6731"/>
    <w:rsid w:val="00AE6F64"/>
    <w:rsid w:val="00AF0D29"/>
    <w:rsid w:val="00B01CAD"/>
    <w:rsid w:val="00B15D0D"/>
    <w:rsid w:val="00B343D4"/>
    <w:rsid w:val="00B42268"/>
    <w:rsid w:val="00B45E9E"/>
    <w:rsid w:val="00B75EE1"/>
    <w:rsid w:val="00B77481"/>
    <w:rsid w:val="00B8518B"/>
    <w:rsid w:val="00BA098D"/>
    <w:rsid w:val="00BA2AE3"/>
    <w:rsid w:val="00BB3740"/>
    <w:rsid w:val="00BB4BBA"/>
    <w:rsid w:val="00BC0BB3"/>
    <w:rsid w:val="00BC6413"/>
    <w:rsid w:val="00BD3766"/>
    <w:rsid w:val="00BD7E91"/>
    <w:rsid w:val="00BF374D"/>
    <w:rsid w:val="00BF5F5B"/>
    <w:rsid w:val="00C02D0A"/>
    <w:rsid w:val="00C03A6E"/>
    <w:rsid w:val="00C14464"/>
    <w:rsid w:val="00C34B9A"/>
    <w:rsid w:val="00C44F6A"/>
    <w:rsid w:val="00C45F6A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D1FC4"/>
    <w:rsid w:val="00CE371D"/>
    <w:rsid w:val="00D061C9"/>
    <w:rsid w:val="00D068B6"/>
    <w:rsid w:val="00D2050E"/>
    <w:rsid w:val="00D21061"/>
    <w:rsid w:val="00D316A7"/>
    <w:rsid w:val="00D4108E"/>
    <w:rsid w:val="00D6163D"/>
    <w:rsid w:val="00D77055"/>
    <w:rsid w:val="00D80CFE"/>
    <w:rsid w:val="00D831A3"/>
    <w:rsid w:val="00D8322B"/>
    <w:rsid w:val="00D83CED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32636"/>
    <w:rsid w:val="00E527B0"/>
    <w:rsid w:val="00E824F1"/>
    <w:rsid w:val="00EB104F"/>
    <w:rsid w:val="00EC2355"/>
    <w:rsid w:val="00ED14BD"/>
    <w:rsid w:val="00ED70A5"/>
    <w:rsid w:val="00EE4DDB"/>
    <w:rsid w:val="00F02EC3"/>
    <w:rsid w:val="00F12DEC"/>
    <w:rsid w:val="00F1715C"/>
    <w:rsid w:val="00F30B1B"/>
    <w:rsid w:val="00F310F8"/>
    <w:rsid w:val="00F35939"/>
    <w:rsid w:val="00F45607"/>
    <w:rsid w:val="00F61A03"/>
    <w:rsid w:val="00F64786"/>
    <w:rsid w:val="00F659EB"/>
    <w:rsid w:val="00F862D6"/>
    <w:rsid w:val="00F86BA6"/>
    <w:rsid w:val="00FA1D73"/>
    <w:rsid w:val="00FA4D1E"/>
    <w:rsid w:val="00FB54EB"/>
    <w:rsid w:val="00FC0499"/>
    <w:rsid w:val="00FC6389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466805E1"/>
  <w14:defaultImageDpi w14:val="32767"/>
  <w15:docId w15:val="{C8EFB790-3F0E-4794-8FD9-A4F574AA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BA6721-C5E1-4830-82AA-CC964FD16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10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8</cp:revision>
  <cp:lastPrinted>2022-07-27T08:49:00Z</cp:lastPrinted>
  <dcterms:created xsi:type="dcterms:W3CDTF">2022-07-26T07:10:00Z</dcterms:created>
  <dcterms:modified xsi:type="dcterms:W3CDTF">2022-07-27T11:11:00Z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